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8EBA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3BC9949" w14:textId="77777777" w:rsidTr="00146EEC">
        <w:tc>
          <w:tcPr>
            <w:tcW w:w="2689" w:type="dxa"/>
          </w:tcPr>
          <w:p w14:paraId="606529D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03756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73E75F21" w14:textId="77777777" w:rsidTr="00146EEC">
        <w:tc>
          <w:tcPr>
            <w:tcW w:w="2689" w:type="dxa"/>
          </w:tcPr>
          <w:p w14:paraId="65515252" w14:textId="7F7580F9" w:rsidR="00E918B8" w:rsidRPr="00E918B8" w:rsidRDefault="00E918B8" w:rsidP="00971012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48353F">
              <w:t>1</w:t>
            </w:r>
          </w:p>
        </w:tc>
        <w:tc>
          <w:tcPr>
            <w:tcW w:w="6939" w:type="dxa"/>
          </w:tcPr>
          <w:p w14:paraId="7BCFF498" w14:textId="103C71DD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A61C68">
              <w:t>4</w:t>
            </w:r>
            <w:r w:rsidRPr="007C778A">
              <w:t>.0.</w:t>
            </w:r>
          </w:p>
        </w:tc>
      </w:tr>
    </w:tbl>
    <w:p w14:paraId="0E39753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284377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51AA8C" w14:textId="5ED5B0DC" w:rsidR="00F1480E" w:rsidRPr="000754EC" w:rsidRDefault="00EB27E5" w:rsidP="0056752D">
            <w:pPr>
              <w:pStyle w:val="SIUNITCODE"/>
            </w:pPr>
            <w:r>
              <w:t>AHCBUS</w:t>
            </w:r>
            <w:r w:rsidR="00BE035E">
              <w:t>5</w:t>
            </w:r>
            <w:r w:rsidR="0048353F">
              <w:t>15</w:t>
            </w:r>
          </w:p>
        </w:tc>
        <w:tc>
          <w:tcPr>
            <w:tcW w:w="3604" w:type="pct"/>
            <w:shd w:val="clear" w:color="auto" w:fill="auto"/>
          </w:tcPr>
          <w:p w14:paraId="51089D37" w14:textId="77777777" w:rsidR="00F1480E" w:rsidRPr="000754EC" w:rsidRDefault="00BE035E" w:rsidP="000754EC">
            <w:pPr>
              <w:pStyle w:val="SIUnittitle"/>
            </w:pPr>
            <w:r w:rsidRPr="00BE035E">
              <w:t>Prepare estimates, quotes and tenders</w:t>
            </w:r>
          </w:p>
        </w:tc>
      </w:tr>
      <w:tr w:rsidR="00F1480E" w:rsidRPr="00963A46" w14:paraId="41A559BB" w14:textId="77777777" w:rsidTr="00CA2922">
        <w:tc>
          <w:tcPr>
            <w:tcW w:w="1396" w:type="pct"/>
            <w:shd w:val="clear" w:color="auto" w:fill="auto"/>
          </w:tcPr>
          <w:p w14:paraId="355002E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98C46B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5828CEF" w14:textId="3A873E2D" w:rsidR="00BE035E" w:rsidRPr="00BE035E" w:rsidRDefault="00BE035E" w:rsidP="00BE035E">
            <w:pPr>
              <w:pStyle w:val="SIText"/>
            </w:pPr>
            <w:r w:rsidRPr="001E61FD">
              <w:t xml:space="preserve">This unit of competency describes the skills and knowledge required to prepare </w:t>
            </w:r>
            <w:r w:rsidRPr="00BE035E">
              <w:t>estimates, quote</w:t>
            </w:r>
            <w:r w:rsidR="00126AF9">
              <w:t>s</w:t>
            </w:r>
            <w:r w:rsidRPr="00BE035E">
              <w:t xml:space="preserve"> and </w:t>
            </w:r>
            <w:r w:rsidR="00126AF9" w:rsidRPr="00BE035E">
              <w:t>tender</w:t>
            </w:r>
            <w:r w:rsidR="00126AF9">
              <w:t>s for project-based work.</w:t>
            </w:r>
          </w:p>
          <w:p w14:paraId="2C65A995" w14:textId="77777777" w:rsidR="00BE035E" w:rsidRPr="001E61FD" w:rsidRDefault="00BE035E" w:rsidP="00BE035E">
            <w:pPr>
              <w:pStyle w:val="SIText"/>
            </w:pPr>
          </w:p>
          <w:p w14:paraId="49B72A67" w14:textId="04342F5E" w:rsidR="00126AF9" w:rsidRDefault="00126AF9" w:rsidP="00126AF9">
            <w:pPr>
              <w:pStyle w:val="SIText"/>
            </w:pPr>
            <w:r w:rsidRPr="00126AF9">
              <w:t xml:space="preserve">This unit applies to individuals who take personal responsibility and exercise autonomy in undertaking complex work. </w:t>
            </w:r>
            <w:r>
              <w:t>At this level, workers</w:t>
            </w:r>
            <w:r w:rsidRPr="00126AF9">
              <w:t xml:space="preserve"> analyse information and exercise judgement to complete a range of advanced skilled activities</w:t>
            </w:r>
            <w:r w:rsidR="00CE69B1">
              <w:t xml:space="preserve"> when preparing estimates, quotes and tenders</w:t>
            </w:r>
            <w:r w:rsidRPr="00126AF9">
              <w:t>.</w:t>
            </w:r>
          </w:p>
          <w:p w14:paraId="1755DC8A" w14:textId="77777777" w:rsidR="00126AF9" w:rsidRPr="00126AF9" w:rsidRDefault="00126AF9" w:rsidP="00126AF9">
            <w:pPr>
              <w:pStyle w:val="SIText"/>
            </w:pPr>
          </w:p>
          <w:p w14:paraId="53277D3D" w14:textId="77777777" w:rsidR="00BE035E" w:rsidRPr="00BE035E" w:rsidRDefault="00BE035E" w:rsidP="00BE035E">
            <w:pPr>
              <w:pStyle w:val="SIText"/>
            </w:pPr>
            <w:r w:rsidRPr="001E61FD">
              <w:t>All work must be carried out to comply with organisational requirements, work health and safety legislation and codes and in consultation with the management team.</w:t>
            </w:r>
          </w:p>
          <w:p w14:paraId="2CFC6B46" w14:textId="77777777" w:rsidR="00BE035E" w:rsidRPr="001E61FD" w:rsidRDefault="00BE035E" w:rsidP="00BE035E">
            <w:pPr>
              <w:pStyle w:val="SIText"/>
            </w:pPr>
          </w:p>
          <w:p w14:paraId="08911A29" w14:textId="3A890F5D" w:rsidR="00373436" w:rsidRPr="000754EC" w:rsidRDefault="00BE035E" w:rsidP="00BE035E">
            <w:pPr>
              <w:pStyle w:val="SIText"/>
            </w:pPr>
            <w:r w:rsidRPr="001E61FD">
              <w:t>No licensing, legislative or certification requirements apply to this unit at the time of publication.</w:t>
            </w:r>
          </w:p>
        </w:tc>
      </w:tr>
      <w:tr w:rsidR="00F1480E" w:rsidRPr="00963A46" w14:paraId="24EB212D" w14:textId="77777777" w:rsidTr="00CA2922">
        <w:tc>
          <w:tcPr>
            <w:tcW w:w="1396" w:type="pct"/>
            <w:shd w:val="clear" w:color="auto" w:fill="auto"/>
          </w:tcPr>
          <w:p w14:paraId="7F7035A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EC7E00E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EF5FBAB" w14:textId="77777777" w:rsidTr="00CA2922">
        <w:tc>
          <w:tcPr>
            <w:tcW w:w="1396" w:type="pct"/>
            <w:shd w:val="clear" w:color="auto" w:fill="auto"/>
          </w:tcPr>
          <w:p w14:paraId="6B6475A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01FA8F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4DC4A0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14D704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B3CA66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0C99B0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67815E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D91C9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E2BEEE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E035E" w:rsidRPr="00963A46" w14:paraId="272652E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EC91E2" w14:textId="07606967" w:rsidR="00BE035E" w:rsidRPr="00BE035E" w:rsidRDefault="00BE035E" w:rsidP="00BE035E">
            <w:pPr>
              <w:pStyle w:val="SIText"/>
            </w:pPr>
            <w:r>
              <w:t>1.</w:t>
            </w:r>
            <w:r w:rsidR="00126AF9">
              <w:t xml:space="preserve"> </w:t>
            </w:r>
            <w:r w:rsidRPr="00BE035E">
              <w:t>Carry out preliminary planning activities for estimating, quoting and tendering</w:t>
            </w:r>
          </w:p>
        </w:tc>
        <w:tc>
          <w:tcPr>
            <w:tcW w:w="3604" w:type="pct"/>
            <w:shd w:val="clear" w:color="auto" w:fill="auto"/>
          </w:tcPr>
          <w:p w14:paraId="79A584EF" w14:textId="77777777" w:rsidR="00BE035E" w:rsidRPr="00BE035E" w:rsidRDefault="00BE035E" w:rsidP="00BE035E">
            <w:pPr>
              <w:pStyle w:val="SIText"/>
            </w:pPr>
            <w:r w:rsidRPr="001E61FD">
              <w:t>1.1</w:t>
            </w:r>
            <w:r>
              <w:t xml:space="preserve"> </w:t>
            </w:r>
            <w:r w:rsidRPr="001E61FD">
              <w:t>Identify nature and scope of the project in consultation with the client</w:t>
            </w:r>
          </w:p>
          <w:p w14:paraId="5DE9AC00" w14:textId="77777777" w:rsidR="00BE035E" w:rsidRPr="00BE035E" w:rsidRDefault="00BE035E" w:rsidP="00BE035E">
            <w:pPr>
              <w:pStyle w:val="SIText"/>
            </w:pPr>
            <w:r w:rsidRPr="001E61FD">
              <w:t>1.2</w:t>
            </w:r>
            <w:r>
              <w:t xml:space="preserve"> </w:t>
            </w:r>
            <w:r w:rsidRPr="001E61FD">
              <w:t>Confirm format, specifications and deadline for submission with the client</w:t>
            </w:r>
          </w:p>
          <w:p w14:paraId="68785A7C" w14:textId="77777777" w:rsidR="00BE035E" w:rsidRPr="00BE035E" w:rsidRDefault="00BE035E" w:rsidP="00BE035E">
            <w:pPr>
              <w:pStyle w:val="SIText"/>
            </w:pPr>
            <w:r w:rsidRPr="001E61FD">
              <w:t>1.3</w:t>
            </w:r>
            <w:r>
              <w:t xml:space="preserve"> </w:t>
            </w:r>
            <w:r w:rsidRPr="00BE035E">
              <w:t>Interpret available relevant documentation</w:t>
            </w:r>
          </w:p>
          <w:p w14:paraId="6C3422C2" w14:textId="77777777" w:rsidR="00BE035E" w:rsidRPr="00BE035E" w:rsidRDefault="00BE035E" w:rsidP="00BE035E">
            <w:pPr>
              <w:pStyle w:val="SIText"/>
            </w:pPr>
            <w:r w:rsidRPr="001E61FD">
              <w:t>1.4</w:t>
            </w:r>
            <w:r>
              <w:t xml:space="preserve"> </w:t>
            </w:r>
            <w:r w:rsidRPr="001E61FD">
              <w:t>Inspect project site and reconcile with scaled drawings, project and other site plans</w:t>
            </w:r>
          </w:p>
        </w:tc>
      </w:tr>
      <w:tr w:rsidR="00BE035E" w:rsidRPr="00963A46" w14:paraId="7164D7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474D73" w14:textId="18B83FA8" w:rsidR="00BE035E" w:rsidRPr="00BE035E" w:rsidRDefault="00BE035E" w:rsidP="00BE035E">
            <w:pPr>
              <w:pStyle w:val="SIText"/>
            </w:pPr>
            <w:r>
              <w:t>2.</w:t>
            </w:r>
            <w:r w:rsidR="00126AF9">
              <w:t xml:space="preserve"> </w:t>
            </w:r>
            <w:r w:rsidRPr="00BE035E">
              <w:t>Determine resource requirements</w:t>
            </w:r>
          </w:p>
        </w:tc>
        <w:tc>
          <w:tcPr>
            <w:tcW w:w="3604" w:type="pct"/>
            <w:shd w:val="clear" w:color="auto" w:fill="auto"/>
          </w:tcPr>
          <w:p w14:paraId="3E72ECF9" w14:textId="77777777" w:rsidR="00BE035E" w:rsidRPr="00BE035E" w:rsidRDefault="00BE035E" w:rsidP="00BE035E">
            <w:pPr>
              <w:pStyle w:val="SIText"/>
            </w:pPr>
            <w:r w:rsidRPr="001E61FD">
              <w:t>2.1</w:t>
            </w:r>
            <w:r>
              <w:t xml:space="preserve"> </w:t>
            </w:r>
            <w:r w:rsidRPr="001E61FD">
              <w:t>Interpret and record detailed project information and financial requirements from client specifications</w:t>
            </w:r>
          </w:p>
          <w:p w14:paraId="59F9EF23" w14:textId="77777777" w:rsidR="00BE035E" w:rsidRPr="00BE035E" w:rsidRDefault="00BE035E" w:rsidP="00BE035E">
            <w:pPr>
              <w:pStyle w:val="SIText"/>
            </w:pPr>
            <w:r w:rsidRPr="001E61FD">
              <w:t>2.2</w:t>
            </w:r>
            <w:r>
              <w:t xml:space="preserve"> </w:t>
            </w:r>
            <w:r w:rsidRPr="001E61FD">
              <w:t>Identify and estimate size, type and quantity of required project resources</w:t>
            </w:r>
          </w:p>
          <w:p w14:paraId="6457F405" w14:textId="77777777" w:rsidR="00BE035E" w:rsidRPr="00BE035E" w:rsidRDefault="00BE035E" w:rsidP="00BE035E">
            <w:pPr>
              <w:pStyle w:val="SIText"/>
            </w:pPr>
            <w:r w:rsidRPr="001E61FD">
              <w:t>2.3</w:t>
            </w:r>
            <w:r>
              <w:t xml:space="preserve"> </w:t>
            </w:r>
            <w:r w:rsidRPr="001E61FD">
              <w:t>Identify and evaluate sources for the procurement of suitable project resources</w:t>
            </w:r>
          </w:p>
          <w:p w14:paraId="1D3949A5" w14:textId="77777777" w:rsidR="00BE035E" w:rsidRPr="00BE035E" w:rsidRDefault="00BE035E" w:rsidP="00BE035E">
            <w:pPr>
              <w:pStyle w:val="SIText"/>
            </w:pPr>
            <w:r w:rsidRPr="001E61FD">
              <w:t>2.4</w:t>
            </w:r>
            <w:r>
              <w:t xml:space="preserve"> </w:t>
            </w:r>
            <w:r w:rsidRPr="001E61FD">
              <w:t>Calculate the size, type and quantity of resource items</w:t>
            </w:r>
          </w:p>
          <w:p w14:paraId="39CB1303" w14:textId="77777777" w:rsidR="00BE035E" w:rsidRPr="00BE035E" w:rsidRDefault="00BE035E" w:rsidP="00BE035E">
            <w:pPr>
              <w:pStyle w:val="SIText"/>
            </w:pPr>
            <w:r w:rsidRPr="001E61FD">
              <w:t>2.5</w:t>
            </w:r>
            <w:r>
              <w:t xml:space="preserve"> </w:t>
            </w:r>
            <w:r w:rsidRPr="001E61FD">
              <w:t>Calculate and document unit and total cost for resource items</w:t>
            </w:r>
          </w:p>
          <w:p w14:paraId="3EA52C49" w14:textId="16360FC1" w:rsidR="00BE035E" w:rsidRPr="00BE035E" w:rsidRDefault="00BE035E" w:rsidP="00BE035E">
            <w:pPr>
              <w:pStyle w:val="SIText"/>
            </w:pPr>
            <w:r w:rsidRPr="001E61FD">
              <w:t>2.6</w:t>
            </w:r>
            <w:r>
              <w:t xml:space="preserve"> </w:t>
            </w:r>
            <w:r w:rsidRPr="001E61FD">
              <w:t xml:space="preserve">Determine </w:t>
            </w:r>
            <w:r w:rsidR="00126AF9">
              <w:t xml:space="preserve">risks </w:t>
            </w:r>
            <w:r w:rsidRPr="001E61FD">
              <w:t>and document contingencies</w:t>
            </w:r>
          </w:p>
          <w:p w14:paraId="61A0D053" w14:textId="77777777" w:rsidR="00BE035E" w:rsidRPr="00BE035E" w:rsidRDefault="00BE035E" w:rsidP="00BE035E">
            <w:pPr>
              <w:pStyle w:val="SIText"/>
            </w:pPr>
            <w:r w:rsidRPr="001E61FD">
              <w:t>2.7</w:t>
            </w:r>
            <w:r>
              <w:t xml:space="preserve"> </w:t>
            </w:r>
            <w:r w:rsidRPr="001E61FD">
              <w:t>Record calculations on a price summary sheet</w:t>
            </w:r>
          </w:p>
        </w:tc>
      </w:tr>
      <w:tr w:rsidR="00BE035E" w:rsidRPr="00963A46" w14:paraId="2BDD9C2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BB3A91" w14:textId="6F6EBC16" w:rsidR="00BE035E" w:rsidRPr="00BE035E" w:rsidRDefault="00BE035E" w:rsidP="00BE035E">
            <w:pPr>
              <w:pStyle w:val="SIText"/>
            </w:pPr>
            <w:r>
              <w:t>3.</w:t>
            </w:r>
            <w:r w:rsidR="00126AF9">
              <w:t xml:space="preserve"> </w:t>
            </w:r>
            <w:r w:rsidRPr="00BE035E">
              <w:t>Prepare schedules for the estimate, quote or tender</w:t>
            </w:r>
          </w:p>
        </w:tc>
        <w:tc>
          <w:tcPr>
            <w:tcW w:w="3604" w:type="pct"/>
            <w:shd w:val="clear" w:color="auto" w:fill="auto"/>
          </w:tcPr>
          <w:p w14:paraId="5DC2A683" w14:textId="77777777" w:rsidR="00BE035E" w:rsidRPr="00BE035E" w:rsidRDefault="00BE035E" w:rsidP="00BE035E">
            <w:pPr>
              <w:pStyle w:val="SIText"/>
            </w:pPr>
            <w:r w:rsidRPr="001E61FD">
              <w:t>3.1</w:t>
            </w:r>
            <w:r>
              <w:t xml:space="preserve"> </w:t>
            </w:r>
            <w:r w:rsidRPr="001E61FD">
              <w:t xml:space="preserve">Document works schedule according to client </w:t>
            </w:r>
            <w:r w:rsidRPr="00BE035E">
              <w:t>specifications</w:t>
            </w:r>
          </w:p>
          <w:p w14:paraId="0F7AE7A1" w14:textId="77777777" w:rsidR="00BE035E" w:rsidRPr="00BE035E" w:rsidRDefault="00BE035E" w:rsidP="00BE035E">
            <w:pPr>
              <w:pStyle w:val="SIText"/>
            </w:pPr>
            <w:r w:rsidRPr="001E61FD">
              <w:t>3.2</w:t>
            </w:r>
            <w:r>
              <w:t xml:space="preserve"> </w:t>
            </w:r>
            <w:r w:rsidRPr="001E61FD">
              <w:t>Document scheduling of resources consistent with the requirements of the works schedule</w:t>
            </w:r>
          </w:p>
          <w:p w14:paraId="7914BE83" w14:textId="77777777" w:rsidR="00BE035E" w:rsidRPr="00BE035E" w:rsidRDefault="00BE035E" w:rsidP="00BE035E">
            <w:pPr>
              <w:pStyle w:val="SIText"/>
            </w:pPr>
            <w:r w:rsidRPr="001E61FD">
              <w:t>3.3</w:t>
            </w:r>
            <w:r>
              <w:t xml:space="preserve"> </w:t>
            </w:r>
            <w:r w:rsidRPr="001E61FD">
              <w:t>Document scheduling of financial requirements</w:t>
            </w:r>
          </w:p>
        </w:tc>
      </w:tr>
      <w:tr w:rsidR="00BE035E" w:rsidRPr="00963A46" w14:paraId="5D2AA8B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BD5C76" w14:textId="063290B5" w:rsidR="00BE035E" w:rsidRPr="00BE035E" w:rsidRDefault="00BE035E" w:rsidP="00BE035E">
            <w:pPr>
              <w:pStyle w:val="SIText"/>
            </w:pPr>
            <w:r>
              <w:t>4.</w:t>
            </w:r>
            <w:r w:rsidR="00126AF9">
              <w:t xml:space="preserve"> </w:t>
            </w:r>
            <w:r w:rsidRPr="00BE035E">
              <w:t>Prepare and document the estimate, quote or tender for submission to the client</w:t>
            </w:r>
          </w:p>
        </w:tc>
        <w:tc>
          <w:tcPr>
            <w:tcW w:w="3604" w:type="pct"/>
            <w:shd w:val="clear" w:color="auto" w:fill="auto"/>
          </w:tcPr>
          <w:p w14:paraId="4E910D35" w14:textId="77777777" w:rsidR="00BE035E" w:rsidRPr="00BE035E" w:rsidRDefault="00BE035E" w:rsidP="00BE035E">
            <w:pPr>
              <w:pStyle w:val="SIText"/>
            </w:pPr>
            <w:r w:rsidRPr="001E61FD">
              <w:t>4.1</w:t>
            </w:r>
            <w:r>
              <w:t xml:space="preserve"> </w:t>
            </w:r>
            <w:r w:rsidRPr="001E61FD">
              <w:t xml:space="preserve">Calculate </w:t>
            </w:r>
            <w:r w:rsidRPr="00BE035E">
              <w:t>and check estimate, quote or tender price</w:t>
            </w:r>
          </w:p>
          <w:p w14:paraId="2DB48B4A" w14:textId="77777777" w:rsidR="00BE035E" w:rsidRPr="00BE035E" w:rsidRDefault="00BE035E" w:rsidP="00BE035E">
            <w:pPr>
              <w:pStyle w:val="SIText"/>
            </w:pPr>
            <w:r w:rsidRPr="001E61FD">
              <w:t>4.2</w:t>
            </w:r>
            <w:r>
              <w:t xml:space="preserve"> </w:t>
            </w:r>
            <w:r w:rsidRPr="001E61FD">
              <w:t>Compile costed summaries and works, resource and financial schedules</w:t>
            </w:r>
          </w:p>
          <w:p w14:paraId="025051FB" w14:textId="77777777" w:rsidR="00BE035E" w:rsidRPr="00BE035E" w:rsidRDefault="00BE035E" w:rsidP="00BE035E">
            <w:pPr>
              <w:pStyle w:val="SIText"/>
            </w:pPr>
            <w:r w:rsidRPr="001E61FD">
              <w:t>4.3</w:t>
            </w:r>
            <w:r>
              <w:t xml:space="preserve"> </w:t>
            </w:r>
            <w:r w:rsidRPr="001E61FD">
              <w:t>Adhere to quality assurance requirements, enterprise customer service procedures, conventional formatting and industry standards in the development of documentation</w:t>
            </w:r>
          </w:p>
          <w:p w14:paraId="5E65B138" w14:textId="77777777" w:rsidR="00BE035E" w:rsidRPr="00BE035E" w:rsidRDefault="00BE035E" w:rsidP="00BE035E">
            <w:pPr>
              <w:pStyle w:val="SIText"/>
            </w:pPr>
            <w:r w:rsidRPr="001E61FD">
              <w:t>4.4</w:t>
            </w:r>
            <w:r>
              <w:t xml:space="preserve"> </w:t>
            </w:r>
            <w:r w:rsidRPr="001E61FD">
              <w:t>Complete and submit total estimate, quotation or tender by the specified date</w:t>
            </w:r>
          </w:p>
          <w:p w14:paraId="7E4CA389" w14:textId="77777777" w:rsidR="00BE035E" w:rsidRPr="00BE035E" w:rsidRDefault="00BE035E" w:rsidP="00BE035E">
            <w:pPr>
              <w:pStyle w:val="SIText"/>
            </w:pPr>
            <w:r w:rsidRPr="001E61FD">
              <w:t>4.5</w:t>
            </w:r>
            <w:r>
              <w:t xml:space="preserve"> </w:t>
            </w:r>
            <w:r w:rsidRPr="001E61FD">
              <w:t xml:space="preserve">Provide further information and </w:t>
            </w:r>
            <w:proofErr w:type="gramStart"/>
            <w:r w:rsidRPr="001E61FD">
              <w:t>make adjustments</w:t>
            </w:r>
            <w:proofErr w:type="gramEnd"/>
            <w:r w:rsidRPr="001E61FD">
              <w:t xml:space="preserve"> according to client requirements</w:t>
            </w:r>
          </w:p>
        </w:tc>
      </w:tr>
    </w:tbl>
    <w:p w14:paraId="48976EB0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CAF2ADF" w14:textId="77777777" w:rsidTr="00CA2922">
        <w:trPr>
          <w:tblHeader/>
        </w:trPr>
        <w:tc>
          <w:tcPr>
            <w:tcW w:w="5000" w:type="pct"/>
            <w:gridSpan w:val="2"/>
          </w:tcPr>
          <w:p w14:paraId="747E3997" w14:textId="77777777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2974460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126E12E" w14:textId="77777777" w:rsidTr="00CA2922">
        <w:trPr>
          <w:tblHeader/>
        </w:trPr>
        <w:tc>
          <w:tcPr>
            <w:tcW w:w="1396" w:type="pct"/>
          </w:tcPr>
          <w:p w14:paraId="170C8CE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7006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186F031" w14:textId="77777777" w:rsidTr="00CA2922">
        <w:tc>
          <w:tcPr>
            <w:tcW w:w="1396" w:type="pct"/>
          </w:tcPr>
          <w:p w14:paraId="7B998E47" w14:textId="5423941E" w:rsidR="00F1480E" w:rsidRPr="000754EC" w:rsidRDefault="004D642C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CF441A3" w14:textId="088B9679" w:rsidR="00F1480E" w:rsidRPr="000754EC" w:rsidRDefault="004D642C" w:rsidP="00DD0726">
            <w:pPr>
              <w:pStyle w:val="SIBulletList1"/>
            </w:pPr>
            <w:r>
              <w:t>Clarify client requirements for project and negotiate value for money quotes from suppliers</w:t>
            </w:r>
          </w:p>
        </w:tc>
      </w:tr>
    </w:tbl>
    <w:p w14:paraId="6F4CA218" w14:textId="77777777" w:rsidR="00916CD7" w:rsidRDefault="00916CD7" w:rsidP="005F771F">
      <w:pPr>
        <w:pStyle w:val="SIText"/>
      </w:pPr>
    </w:p>
    <w:p w14:paraId="415453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6485D45" w14:textId="77777777" w:rsidTr="00F33FF2">
        <w:tc>
          <w:tcPr>
            <w:tcW w:w="5000" w:type="pct"/>
            <w:gridSpan w:val="4"/>
          </w:tcPr>
          <w:p w14:paraId="5B1C432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11CCC7A" w14:textId="77777777" w:rsidTr="00F33FF2">
        <w:tc>
          <w:tcPr>
            <w:tcW w:w="1028" w:type="pct"/>
          </w:tcPr>
          <w:p w14:paraId="012F0BD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4E50C0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20BE7E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DCC491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E035E" w14:paraId="0E7ACC67" w14:textId="77777777" w:rsidTr="00F33FF2">
        <w:tc>
          <w:tcPr>
            <w:tcW w:w="1028" w:type="pct"/>
          </w:tcPr>
          <w:p w14:paraId="68DD24FB" w14:textId="0188A76A" w:rsidR="00971012" w:rsidRPr="00BE035E" w:rsidRDefault="00BE035E" w:rsidP="0048353F">
            <w:pPr>
              <w:pStyle w:val="SIText"/>
            </w:pPr>
            <w:r>
              <w:t>AHCBUS5</w:t>
            </w:r>
            <w:r w:rsidR="0048353F">
              <w:t>15</w:t>
            </w:r>
            <w:r w:rsidRPr="00BE035E">
              <w:t xml:space="preserve"> Prepare estimates, quotes and tenders</w:t>
            </w:r>
          </w:p>
        </w:tc>
        <w:tc>
          <w:tcPr>
            <w:tcW w:w="1105" w:type="pct"/>
          </w:tcPr>
          <w:p w14:paraId="06E0A806" w14:textId="66024E74" w:rsidR="00971012" w:rsidRPr="00BE035E" w:rsidRDefault="00BE035E" w:rsidP="0048353F">
            <w:pPr>
              <w:pStyle w:val="SIText"/>
            </w:pPr>
            <w:r w:rsidRPr="001E61FD">
              <w:t>AHCBUS504 Prepare estimates, quotes and tenders</w:t>
            </w:r>
          </w:p>
        </w:tc>
        <w:tc>
          <w:tcPr>
            <w:tcW w:w="1251" w:type="pct"/>
          </w:tcPr>
          <w:p w14:paraId="61C4C6AD" w14:textId="77777777" w:rsidR="0048353F" w:rsidRDefault="00126AF9" w:rsidP="00BE035E">
            <w:pPr>
              <w:pStyle w:val="SIText"/>
            </w:pPr>
            <w:r w:rsidRPr="00126AF9">
              <w:t xml:space="preserve">Performance criteria clarified. </w:t>
            </w:r>
          </w:p>
          <w:p w14:paraId="01DDA11B" w14:textId="77777777" w:rsidR="0048353F" w:rsidRDefault="00126AF9" w:rsidP="00BE035E">
            <w:pPr>
              <w:pStyle w:val="SIText"/>
            </w:pPr>
            <w:r w:rsidRPr="00126AF9">
              <w:t xml:space="preserve">Foundation skills added. </w:t>
            </w:r>
          </w:p>
          <w:p w14:paraId="739AA4CD" w14:textId="5506D31B" w:rsidR="00BE035E" w:rsidRPr="000754EC" w:rsidRDefault="00126AF9" w:rsidP="00BE035E">
            <w:pPr>
              <w:pStyle w:val="SIText"/>
            </w:pPr>
            <w:r w:rsidRPr="00126AF9">
              <w:t>Assessment requirements updated.</w:t>
            </w:r>
          </w:p>
        </w:tc>
        <w:tc>
          <w:tcPr>
            <w:tcW w:w="1616" w:type="pct"/>
          </w:tcPr>
          <w:p w14:paraId="0EB13646" w14:textId="77777777" w:rsidR="00BE035E" w:rsidRPr="00BE035E" w:rsidRDefault="00BE035E" w:rsidP="00BE035E">
            <w:pPr>
              <w:pStyle w:val="SIText"/>
            </w:pPr>
            <w:r w:rsidRPr="000754EC">
              <w:t xml:space="preserve">Equivalent unit </w:t>
            </w:r>
          </w:p>
          <w:p w14:paraId="3F7BE130" w14:textId="77777777" w:rsidR="00BE035E" w:rsidRPr="00BE035E" w:rsidRDefault="00BE035E" w:rsidP="00BE035E">
            <w:pPr>
              <w:pStyle w:val="SIText"/>
            </w:pPr>
          </w:p>
        </w:tc>
      </w:tr>
    </w:tbl>
    <w:p w14:paraId="180036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A14A6F6" w14:textId="77777777" w:rsidTr="00CA2922">
        <w:tc>
          <w:tcPr>
            <w:tcW w:w="1396" w:type="pct"/>
            <w:shd w:val="clear" w:color="auto" w:fill="auto"/>
          </w:tcPr>
          <w:p w14:paraId="5B31F79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6F4D824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2555E297" w14:textId="77777777" w:rsidR="00F1480E" w:rsidRDefault="00F1480E" w:rsidP="005F771F">
      <w:pPr>
        <w:pStyle w:val="SIText"/>
      </w:pPr>
    </w:p>
    <w:p w14:paraId="6AE28FA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A85155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0AEAB0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7E30009" w14:textId="4947E3FD" w:rsidR="00556C4C" w:rsidRPr="000754EC" w:rsidRDefault="00556C4C" w:rsidP="00B52E01">
            <w:pPr>
              <w:pStyle w:val="SIUnittitle"/>
            </w:pPr>
            <w:r w:rsidRPr="00F56827">
              <w:t xml:space="preserve">Assessment requirements for </w:t>
            </w:r>
            <w:r w:rsidR="00BE035E" w:rsidRPr="00BE035E">
              <w:t>AHCBUS5</w:t>
            </w:r>
            <w:r w:rsidR="0048353F">
              <w:t>15</w:t>
            </w:r>
            <w:r w:rsidR="00BE035E" w:rsidRPr="00BE035E">
              <w:t xml:space="preserve"> Prepare estimates, quotes and tenders</w:t>
            </w:r>
          </w:p>
        </w:tc>
      </w:tr>
      <w:tr w:rsidR="00556C4C" w:rsidRPr="00A55106" w14:paraId="09D7235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E915E2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CE7728" w14:textId="77777777" w:rsidTr="00113678">
        <w:tc>
          <w:tcPr>
            <w:tcW w:w="5000" w:type="pct"/>
            <w:gridSpan w:val="2"/>
            <w:shd w:val="clear" w:color="auto" w:fill="auto"/>
          </w:tcPr>
          <w:p w14:paraId="4CA8FEF3" w14:textId="76A3905E" w:rsidR="004D642C" w:rsidRPr="00BE035E" w:rsidRDefault="00126AF9" w:rsidP="00BE035E">
            <w:pPr>
              <w:pStyle w:val="SIText"/>
            </w:pPr>
            <w:r w:rsidRPr="00126AF9">
              <w:t xml:space="preserve">An individual demonstrating competency must satisfy </w:t>
            </w:r>
            <w:proofErr w:type="gramStart"/>
            <w:r w:rsidRPr="00126AF9">
              <w:t>all of</w:t>
            </w:r>
            <w:proofErr w:type="gramEnd"/>
            <w:r w:rsidRPr="00126AF9">
              <w:t xml:space="preserve"> the elements and performance criteria in this unit. There must be evidence that the individual has </w:t>
            </w:r>
            <w:r>
              <w:t xml:space="preserve">prepared </w:t>
            </w:r>
            <w:r w:rsidR="004D642C">
              <w:t>an</w:t>
            </w:r>
            <w:r>
              <w:t xml:space="preserve"> estimate, quote or tender </w:t>
            </w:r>
            <w:r w:rsidR="004D642C">
              <w:t>for at least one project, including:</w:t>
            </w:r>
          </w:p>
          <w:p w14:paraId="76FBB8F4" w14:textId="3EFD4B1C" w:rsidR="00BE035E" w:rsidRDefault="004D642C" w:rsidP="00377232">
            <w:pPr>
              <w:pStyle w:val="SIBulletList1"/>
            </w:pPr>
            <w:r>
              <w:t>clarified details of requirement with client</w:t>
            </w:r>
          </w:p>
          <w:p w14:paraId="10811E04" w14:textId="163740AC" w:rsidR="00BE035E" w:rsidRPr="00BE035E" w:rsidRDefault="00BE035E" w:rsidP="00BE035E">
            <w:pPr>
              <w:pStyle w:val="SIBulletList1"/>
            </w:pPr>
            <w:r w:rsidRPr="00667605">
              <w:t>investigate</w:t>
            </w:r>
            <w:r w:rsidR="004D642C">
              <w:t>d</w:t>
            </w:r>
            <w:r w:rsidRPr="00667605">
              <w:t xml:space="preserve"> options for supplies, services, contractors and consultants with current pricing structures and availability</w:t>
            </w:r>
          </w:p>
          <w:p w14:paraId="4469424A" w14:textId="2DE79452" w:rsidR="00BE035E" w:rsidRPr="00BE035E" w:rsidRDefault="00BE035E" w:rsidP="00BE035E">
            <w:pPr>
              <w:pStyle w:val="SIBulletList1"/>
            </w:pPr>
            <w:r w:rsidRPr="00667605">
              <w:t>develop</w:t>
            </w:r>
            <w:r w:rsidR="004D642C">
              <w:t>ed</w:t>
            </w:r>
            <w:r w:rsidRPr="00667605">
              <w:t xml:space="preserve"> a work schedule with timelines and expenditure</w:t>
            </w:r>
          </w:p>
          <w:p w14:paraId="2AFC0B54" w14:textId="42AC0A44" w:rsidR="00BE035E" w:rsidRPr="00BE035E" w:rsidRDefault="00BE035E" w:rsidP="00BE035E">
            <w:pPr>
              <w:pStyle w:val="SIBulletList1"/>
            </w:pPr>
            <w:r w:rsidRPr="00667605">
              <w:t>develop</w:t>
            </w:r>
            <w:r w:rsidR="004D642C">
              <w:t>ed</w:t>
            </w:r>
            <w:r w:rsidRPr="00667605">
              <w:t xml:space="preserve"> detailed costing sheets with the final quoted cost, including an estimated margin for risk</w:t>
            </w:r>
          </w:p>
          <w:p w14:paraId="224B63D1" w14:textId="74281161" w:rsidR="00BE035E" w:rsidRPr="00BE035E" w:rsidRDefault="00BE035E" w:rsidP="00BE035E">
            <w:pPr>
              <w:pStyle w:val="SIBulletList1"/>
            </w:pPr>
            <w:r w:rsidRPr="00667605">
              <w:t>submit</w:t>
            </w:r>
            <w:r w:rsidR="004D642C">
              <w:t>ted</w:t>
            </w:r>
            <w:r w:rsidRPr="00667605">
              <w:t xml:space="preserve"> the completed tender to the client with supporting information including details of organisation</w:t>
            </w:r>
            <w:r w:rsidR="00CE69B1">
              <w:t>'</w:t>
            </w:r>
            <w:r w:rsidRPr="00667605">
              <w:t>s previous work and client feedback</w:t>
            </w:r>
          </w:p>
          <w:p w14:paraId="41411BA6" w14:textId="17A3D738" w:rsidR="00556C4C" w:rsidRPr="000754EC" w:rsidRDefault="004D642C" w:rsidP="00BE035E">
            <w:pPr>
              <w:pStyle w:val="SIBulletList1"/>
            </w:pPr>
            <w:r w:rsidRPr="00667605">
              <w:t>s</w:t>
            </w:r>
            <w:r>
              <w:t>ought</w:t>
            </w:r>
            <w:r w:rsidRPr="00667605">
              <w:t xml:space="preserve"> </w:t>
            </w:r>
            <w:r w:rsidR="00BE035E" w:rsidRPr="00667605">
              <w:t xml:space="preserve">feedback from the client to ensure information supplied is </w:t>
            </w:r>
            <w:proofErr w:type="gramStart"/>
            <w:r w:rsidR="00BE035E" w:rsidRPr="00667605">
              <w:t>sufficient</w:t>
            </w:r>
            <w:proofErr w:type="gramEnd"/>
            <w:r w:rsidR="00BE035E" w:rsidRPr="00667605">
              <w:t>.</w:t>
            </w:r>
          </w:p>
        </w:tc>
      </w:tr>
    </w:tbl>
    <w:p w14:paraId="00BE412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054606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D6465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52E3614" w14:textId="77777777" w:rsidTr="00CA2922">
        <w:tc>
          <w:tcPr>
            <w:tcW w:w="5000" w:type="pct"/>
            <w:shd w:val="clear" w:color="auto" w:fill="auto"/>
          </w:tcPr>
          <w:p w14:paraId="2DB69DA5" w14:textId="77777777" w:rsidR="00126AF9" w:rsidRPr="00126AF9" w:rsidRDefault="00126AF9" w:rsidP="00126AF9">
            <w:pPr>
              <w:pStyle w:val="SIText"/>
            </w:pPr>
            <w:r w:rsidRPr="00126AF9">
              <w:t>An individual must be able to demonstrate the knowledge required to perform the tasks outlined in the elements and performance criteria of this unit. This includes knowledge of:</w:t>
            </w:r>
          </w:p>
          <w:p w14:paraId="5CC6D1BE" w14:textId="32460856" w:rsidR="004D642C" w:rsidRDefault="004D642C" w:rsidP="00BE035E">
            <w:pPr>
              <w:pStyle w:val="SIBulletList1"/>
            </w:pPr>
            <w:r>
              <w:t>s</w:t>
            </w:r>
            <w:r w:rsidR="00BE035E" w:rsidRPr="00BE035E">
              <w:t>tate</w:t>
            </w:r>
            <w:r>
              <w:t>/territory and Commonwealth</w:t>
            </w:r>
            <w:r w:rsidR="00BE035E" w:rsidRPr="00BE035E">
              <w:t xml:space="preserve"> legislation, awards, enterprise agreements </w:t>
            </w:r>
            <w:r>
              <w:t>relevant to project</w:t>
            </w:r>
          </w:p>
          <w:p w14:paraId="12E13B4F" w14:textId="43BA9439" w:rsidR="00BE035E" w:rsidRPr="00BE035E" w:rsidRDefault="004D642C" w:rsidP="00BE035E">
            <w:pPr>
              <w:pStyle w:val="SIBulletList1"/>
            </w:pPr>
            <w:r>
              <w:t>enterprise</w:t>
            </w:r>
            <w:r w:rsidR="00BE035E" w:rsidRPr="00BE035E">
              <w:t xml:space="preserve"> policies relating to labour hire and employment terms</w:t>
            </w:r>
          </w:p>
          <w:p w14:paraId="65ACF4AE" w14:textId="77777777" w:rsidR="00BE035E" w:rsidRPr="00BE035E" w:rsidRDefault="00BE035E" w:rsidP="00BE035E">
            <w:pPr>
              <w:pStyle w:val="SIBulletList1"/>
            </w:pPr>
            <w:r w:rsidRPr="00667605">
              <w:t>current pricing structures and options for supplies, services, contractors and consultants</w:t>
            </w:r>
          </w:p>
          <w:p w14:paraId="37339A9B" w14:textId="77777777" w:rsidR="00BE035E" w:rsidRPr="00BE035E" w:rsidRDefault="00BE035E" w:rsidP="00BE035E">
            <w:pPr>
              <w:pStyle w:val="SIBulletList1"/>
            </w:pPr>
            <w:r w:rsidRPr="00667605">
              <w:t>enterprise and industry standards and practices for formatting, organising and presenting financial and quantitative information</w:t>
            </w:r>
          </w:p>
          <w:p w14:paraId="51BEF0F1" w14:textId="770899F6" w:rsidR="00F1480E" w:rsidRPr="000754EC" w:rsidRDefault="00BE035E" w:rsidP="00BE035E">
            <w:pPr>
              <w:pStyle w:val="SIBulletList1"/>
            </w:pPr>
            <w:r w:rsidRPr="00667605">
              <w:t>ethic</w:t>
            </w:r>
            <w:r w:rsidR="004D642C">
              <w:t>al considerations</w:t>
            </w:r>
            <w:r w:rsidRPr="00667605">
              <w:t xml:space="preserve"> in relation to confidentiality and the tendering process.</w:t>
            </w:r>
          </w:p>
        </w:tc>
      </w:tr>
    </w:tbl>
    <w:p w14:paraId="78DD5F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CB388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AB60F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8280E8" w14:textId="77777777" w:rsidTr="00CA2922">
        <w:tc>
          <w:tcPr>
            <w:tcW w:w="5000" w:type="pct"/>
            <w:shd w:val="clear" w:color="auto" w:fill="auto"/>
          </w:tcPr>
          <w:p w14:paraId="1F9D2207" w14:textId="77777777" w:rsidR="00126AF9" w:rsidRPr="00126AF9" w:rsidRDefault="00126AF9" w:rsidP="00126AF9">
            <w:pPr>
              <w:pStyle w:val="SIText"/>
            </w:pPr>
            <w:r w:rsidRPr="00126AF9">
              <w:t xml:space="preserve">Assessment of skills must take place under the following conditions: </w:t>
            </w:r>
          </w:p>
          <w:p w14:paraId="6A2F22A2" w14:textId="77777777" w:rsidR="00126AF9" w:rsidRPr="00126AF9" w:rsidRDefault="00126AF9" w:rsidP="00126AF9">
            <w:pPr>
              <w:pStyle w:val="SIText"/>
              <w:rPr>
                <w:rStyle w:val="SITemporaryText"/>
              </w:rPr>
            </w:pPr>
          </w:p>
          <w:p w14:paraId="2D50949E" w14:textId="77777777" w:rsidR="00126AF9" w:rsidRPr="00126AF9" w:rsidRDefault="00126AF9" w:rsidP="00126AF9">
            <w:pPr>
              <w:pStyle w:val="SIBulletList1"/>
            </w:pPr>
            <w:r w:rsidRPr="00126AF9">
              <w:t>physical conditions:</w:t>
            </w:r>
          </w:p>
          <w:p w14:paraId="07623D3B" w14:textId="148275EB" w:rsidR="00126AF9" w:rsidRPr="00126AF9" w:rsidRDefault="00126AF9" w:rsidP="00126AF9">
            <w:pPr>
              <w:pStyle w:val="SIBulletList2"/>
              <w:rPr>
                <w:rFonts w:eastAsia="Calibri"/>
              </w:rPr>
            </w:pPr>
            <w:r w:rsidRPr="00126AF9">
              <w:t xml:space="preserve">skills must be demonstrated in </w:t>
            </w:r>
            <w:r w:rsidR="006407C6">
              <w:t xml:space="preserve">a workplace setting or </w:t>
            </w:r>
            <w:bookmarkStart w:id="0" w:name="_GoBack"/>
            <w:bookmarkEnd w:id="0"/>
            <w:r w:rsidRPr="00126AF9">
              <w:t>an environment that accurately represents workplace conditions</w:t>
            </w:r>
          </w:p>
          <w:p w14:paraId="5ED3AD04" w14:textId="77777777" w:rsidR="00126AF9" w:rsidRPr="00126AF9" w:rsidRDefault="00126AF9" w:rsidP="00126AF9">
            <w:pPr>
              <w:pStyle w:val="SIBulletList1"/>
            </w:pPr>
            <w:r w:rsidRPr="00126AF9">
              <w:t>resources, equipment and materials:</w:t>
            </w:r>
          </w:p>
          <w:p w14:paraId="79A14F36" w14:textId="5C0CEB62" w:rsidR="00126AF9" w:rsidRPr="00377232" w:rsidRDefault="004D642C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377232">
              <w:rPr>
                <w:rStyle w:val="SITemporaryText"/>
                <w:rFonts w:eastAsia="Calibri"/>
                <w:color w:val="auto"/>
                <w:sz w:val="20"/>
              </w:rPr>
              <w:t>access to information about, and costs of, supplies and services, relevant to project.</w:t>
            </w:r>
          </w:p>
          <w:p w14:paraId="3C68C5E0" w14:textId="77777777" w:rsidR="00126AF9" w:rsidRPr="00126AF9" w:rsidRDefault="00126AF9" w:rsidP="00126AF9">
            <w:pPr>
              <w:pStyle w:val="SIText"/>
            </w:pPr>
          </w:p>
          <w:p w14:paraId="1A7BF493" w14:textId="77777777" w:rsidR="00126AF9" w:rsidRPr="00126AF9" w:rsidRDefault="00126AF9" w:rsidP="00126AF9">
            <w:pPr>
              <w:pStyle w:val="SIText"/>
            </w:pPr>
            <w:r w:rsidRPr="00126AF9">
              <w:t>Assessors of this unit must satisfy the requirements for assessors in applicable vocational education and training legislation, frameworks and/or standards.</w:t>
            </w:r>
          </w:p>
          <w:p w14:paraId="33798F7D" w14:textId="3020BE6F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7E981D9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9E3E551" w14:textId="77777777" w:rsidTr="004679E3">
        <w:tc>
          <w:tcPr>
            <w:tcW w:w="990" w:type="pct"/>
            <w:shd w:val="clear" w:color="auto" w:fill="auto"/>
          </w:tcPr>
          <w:p w14:paraId="2CB43DD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9B5310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727B8A8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26E11790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318E8" w14:textId="77777777" w:rsidR="004C6FD6" w:rsidRDefault="004C6FD6" w:rsidP="00BF3F0A">
      <w:r>
        <w:separator/>
      </w:r>
    </w:p>
    <w:p w14:paraId="750F52BF" w14:textId="77777777" w:rsidR="004C6FD6" w:rsidRDefault="004C6FD6"/>
  </w:endnote>
  <w:endnote w:type="continuationSeparator" w:id="0">
    <w:p w14:paraId="0B347136" w14:textId="77777777" w:rsidR="004C6FD6" w:rsidRDefault="004C6FD6" w:rsidP="00BF3F0A">
      <w:r>
        <w:continuationSeparator/>
      </w:r>
    </w:p>
    <w:p w14:paraId="75E7E8F3" w14:textId="77777777" w:rsidR="004C6FD6" w:rsidRDefault="004C6F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CABE2C8" w14:textId="6F2899A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71012">
          <w:rPr>
            <w:noProof/>
          </w:rPr>
          <w:t>3</w:t>
        </w:r>
        <w:r w:rsidRPr="000754EC">
          <w:fldChar w:fldCharType="end"/>
        </w:r>
      </w:p>
      <w:p w14:paraId="4927ED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BBF94C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B89A14" w14:textId="77777777" w:rsidR="004C6FD6" w:rsidRDefault="004C6FD6" w:rsidP="00BF3F0A">
      <w:r>
        <w:separator/>
      </w:r>
    </w:p>
    <w:p w14:paraId="7BFBB885" w14:textId="77777777" w:rsidR="004C6FD6" w:rsidRDefault="004C6FD6"/>
  </w:footnote>
  <w:footnote w:type="continuationSeparator" w:id="0">
    <w:p w14:paraId="4F685F56" w14:textId="77777777" w:rsidR="004C6FD6" w:rsidRDefault="004C6FD6" w:rsidP="00BF3F0A">
      <w:r>
        <w:continuationSeparator/>
      </w:r>
    </w:p>
    <w:p w14:paraId="721E5895" w14:textId="77777777" w:rsidR="004C6FD6" w:rsidRDefault="004C6F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C8CF0" w14:textId="13DC1817" w:rsidR="009C2650" w:rsidRPr="00BE035E" w:rsidRDefault="00EB27E5" w:rsidP="00BE035E">
    <w:pPr>
      <w:pStyle w:val="SIText"/>
    </w:pPr>
    <w:r>
      <w:t>AHCBUS</w:t>
    </w:r>
    <w:r w:rsidR="00BE035E">
      <w:t>5</w:t>
    </w:r>
    <w:r w:rsidR="0048353F">
      <w:t>15</w:t>
    </w:r>
    <w:r w:rsidR="00BE035E">
      <w:t xml:space="preserve"> </w:t>
    </w:r>
    <w:r w:rsidR="00BE035E" w:rsidRPr="00BE035E">
      <w:t>Prepare estimates, quotes and tenders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E3F46DC"/>
    <w:multiLevelType w:val="hybridMultilevel"/>
    <w:tmpl w:val="67F204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5FD5803"/>
    <w:multiLevelType w:val="hybridMultilevel"/>
    <w:tmpl w:val="439E86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S3tDQwMzAyNDMxNTJU0lEKTi0uzszPAykwrAUAeKutuC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215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6AF9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2F5EB7"/>
    <w:rsid w:val="00305EFF"/>
    <w:rsid w:val="00310A6A"/>
    <w:rsid w:val="003144E6"/>
    <w:rsid w:val="003154E5"/>
    <w:rsid w:val="00337E82"/>
    <w:rsid w:val="00346FDC"/>
    <w:rsid w:val="00350BB1"/>
    <w:rsid w:val="00352C83"/>
    <w:rsid w:val="00366805"/>
    <w:rsid w:val="0037067D"/>
    <w:rsid w:val="00373436"/>
    <w:rsid w:val="00377232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1C8A"/>
    <w:rsid w:val="003D2E73"/>
    <w:rsid w:val="003E38C0"/>
    <w:rsid w:val="003E72B6"/>
    <w:rsid w:val="003E7BBE"/>
    <w:rsid w:val="004127E3"/>
    <w:rsid w:val="0043212E"/>
    <w:rsid w:val="00434366"/>
    <w:rsid w:val="00434ECE"/>
    <w:rsid w:val="00435ECA"/>
    <w:rsid w:val="004439D6"/>
    <w:rsid w:val="00444423"/>
    <w:rsid w:val="00452F3E"/>
    <w:rsid w:val="004640AE"/>
    <w:rsid w:val="004679E3"/>
    <w:rsid w:val="00475172"/>
    <w:rsid w:val="004758B0"/>
    <w:rsid w:val="004832D2"/>
    <w:rsid w:val="0048353F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6FD6"/>
    <w:rsid w:val="004C79A1"/>
    <w:rsid w:val="004D0D5F"/>
    <w:rsid w:val="004D1569"/>
    <w:rsid w:val="004D44B1"/>
    <w:rsid w:val="004D642C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752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07C6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DA1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73DB"/>
    <w:rsid w:val="00944C09"/>
    <w:rsid w:val="009527CB"/>
    <w:rsid w:val="00953835"/>
    <w:rsid w:val="00960F6C"/>
    <w:rsid w:val="00970747"/>
    <w:rsid w:val="0097101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1C68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7450"/>
    <w:rsid w:val="00B22C67"/>
    <w:rsid w:val="00B3508F"/>
    <w:rsid w:val="00B443EE"/>
    <w:rsid w:val="00B52E01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035E"/>
    <w:rsid w:val="00BF1D4C"/>
    <w:rsid w:val="00BF3F0A"/>
    <w:rsid w:val="00C04EE2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69B1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96B6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8341E8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87EEA-482D-4318-BE0E-51AAA392D2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E89CD3-9509-487E-BAFB-75C12888C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35</TotalTime>
  <Pages>3</Pages>
  <Words>889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18</cp:revision>
  <cp:lastPrinted>2016-05-27T05:21:00Z</cp:lastPrinted>
  <dcterms:created xsi:type="dcterms:W3CDTF">2018-08-06T02:03:00Z</dcterms:created>
  <dcterms:modified xsi:type="dcterms:W3CDTF">2019-05-30T01:39:00Z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048">
    <vt:lpwstr>1297</vt:lpwstr>
  </property>
  <property fmtid="{D5CDD505-2E9C-101B-9397-08002B2CF9AE}" pid="19" name="AuthorIds_UIVersion_4096">
    <vt:lpwstr>1297</vt:lpwstr>
  </property>
  <property fmtid="{D5CDD505-2E9C-101B-9397-08002B2CF9AE}" pid="20" name="AuthorIds_UIVersion_5632">
    <vt:lpwstr>115</vt:lpwstr>
  </property>
</Properties>
</file>